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91756A">
        <w:rPr>
          <w:rFonts w:asciiTheme="minorHAnsi" w:hAnsiTheme="minorHAnsi" w:cs="Tahoma"/>
          <w:b/>
          <w:sz w:val="22"/>
          <w:szCs w:val="22"/>
        </w:rPr>
        <w:t>7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 xml:space="preserve">Čestné prohlášení dodavatele ke smluvním podmínkám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DC6B26" w:rsidRPr="00734D73" w:rsidRDefault="00DC6B26" w:rsidP="00DC6B26">
      <w:pPr>
        <w:rPr>
          <w:rFonts w:asciiTheme="minorHAnsi" w:hAnsiTheme="minorHAnsi" w:cs="Tahoma"/>
          <w:b/>
          <w:sz w:val="8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7087"/>
      </w:tblGrid>
      <w:tr w:rsidR="00DC6B26" w:rsidRPr="007B7199" w:rsidTr="003901EF">
        <w:tc>
          <w:tcPr>
            <w:tcW w:w="3256" w:type="dxa"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55532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:rsidR="00DC6B26" w:rsidRPr="00555324" w:rsidRDefault="00DC6B2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Zhotovení projektové dokumentace na stavbu Rekonstrukce stravovacího zařízení a jídelny pro zaměstnance Pardubické nemocnice včetně autorského dozoru projektanta</w:t>
            </w:r>
          </w:p>
        </w:tc>
      </w:tr>
      <w:tr w:rsidR="00DC6B26" w:rsidRPr="007B7199" w:rsidTr="003901EF">
        <w:tc>
          <w:tcPr>
            <w:tcW w:w="3256" w:type="dxa"/>
            <w:vMerge w:val="restart"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087" w:type="dxa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DC6B26" w:rsidRPr="007B7199" w:rsidTr="003901EF">
        <w:tc>
          <w:tcPr>
            <w:tcW w:w="3256" w:type="dxa"/>
            <w:vMerge/>
            <w:shd w:val="clear" w:color="auto" w:fill="F2F2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DC6B26" w:rsidRPr="007B7199" w:rsidTr="003901EF">
        <w:tc>
          <w:tcPr>
            <w:tcW w:w="10343" w:type="dxa"/>
            <w:gridSpan w:val="2"/>
            <w:shd w:val="clear" w:color="auto" w:fill="auto"/>
            <w:vAlign w:val="center"/>
          </w:tcPr>
          <w:p w:rsidR="00DC6B26" w:rsidRPr="00555324" w:rsidRDefault="00DC6B26" w:rsidP="003901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DC6B26" w:rsidRPr="007B7199" w:rsidTr="003901EF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DC6B26" w:rsidRPr="00555324" w:rsidDel="001A748D" w:rsidRDefault="00DC6B26" w:rsidP="003901EF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DC6B26" w:rsidRPr="007B7199" w:rsidDel="001A748D" w:rsidTr="003901EF">
        <w:tc>
          <w:tcPr>
            <w:tcW w:w="3256" w:type="dxa"/>
            <w:shd w:val="clear" w:color="auto" w:fill="FFFFFF" w:themeFill="background1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DC6B26" w:rsidRPr="00555324" w:rsidDel="00FC316F" w:rsidRDefault="00DC6B26" w:rsidP="003901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DC6B26" w:rsidRPr="007B7199" w:rsidDel="001A748D" w:rsidTr="003901EF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C6B26" w:rsidRPr="00555324" w:rsidRDefault="00DC6B26" w:rsidP="003901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55532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DC6B26" w:rsidRPr="00555324" w:rsidDel="001A748D" w:rsidRDefault="00DC6B26" w:rsidP="003901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532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DC6B26" w:rsidRDefault="00DC6B26" w:rsidP="00DC6B26">
      <w:pPr>
        <w:jc w:val="both"/>
        <w:rPr>
          <w:rFonts w:cs="Arial"/>
          <w:bCs/>
          <w:iCs/>
          <w:sz w:val="12"/>
        </w:rPr>
      </w:pPr>
    </w:p>
    <w:p w:rsidR="00DC6B26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B10E0D" w:rsidRDefault="00DC6B26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>veřejné zakázky malého rozsahu nazvané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Pr="00555324">
        <w:rPr>
          <w:rFonts w:asciiTheme="minorHAnsi" w:hAnsiTheme="minorHAnsi"/>
          <w:b/>
          <w:sz w:val="22"/>
          <w:szCs w:val="22"/>
        </w:rPr>
        <w:t>Zhotovení projektové dokumentace na stavbu Rekonstrukce stravovacího zařízení a jídelny pro zaměstnance Pardubické nemocnice včetně autorského dozoru projektanta</w:t>
      </w:r>
      <w:r w:rsidRPr="00D979AD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jako </w:t>
      </w:r>
      <w:r>
        <w:rPr>
          <w:rFonts w:asciiTheme="minorHAnsi" w:hAnsiTheme="minorHAnsi" w:cs="Arial"/>
          <w:color w:val="000000" w:themeColor="text1"/>
          <w:sz w:val="22"/>
          <w:szCs w:val="22"/>
        </w:rPr>
        <w:t xml:space="preserve">závazné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>návrh</w:t>
      </w:r>
      <w:r w:rsidR="004B7FDA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smluv přílohou č. 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>
        <w:rPr>
          <w:rFonts w:asciiTheme="minorHAnsi" w:hAnsiTheme="minorHAnsi" w:cs="Arial"/>
          <w:color w:val="000000" w:themeColor="text1"/>
          <w:sz w:val="22"/>
          <w:szCs w:val="22"/>
        </w:rPr>
        <w:t>-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Pr="00DC6B26">
        <w:rPr>
          <w:rFonts w:asciiTheme="minorHAnsi" w:hAnsiTheme="minorHAnsi" w:cs="Arial"/>
          <w:color w:val="000000" w:themeColor="text1"/>
          <w:sz w:val="22"/>
          <w:szCs w:val="22"/>
        </w:rPr>
        <w:t>Závazný návrh smlouvy o dílo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4B7FDA">
        <w:rPr>
          <w:rFonts w:asciiTheme="minorHAnsi" w:hAnsiTheme="minorHAnsi" w:cs="Arial"/>
          <w:color w:val="000000" w:themeColor="text1"/>
          <w:sz w:val="22"/>
          <w:szCs w:val="22"/>
        </w:rPr>
        <w:t xml:space="preserve">a </w:t>
      </w:r>
      <w:r w:rsidR="004B7FDA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přílohou č. </w:t>
      </w:r>
      <w:r w:rsidR="004B7FDA">
        <w:rPr>
          <w:rFonts w:asciiTheme="minorHAnsi" w:hAnsiTheme="minorHAnsi" w:cs="Arial"/>
          <w:color w:val="000000" w:themeColor="text1"/>
          <w:sz w:val="22"/>
          <w:szCs w:val="22"/>
        </w:rPr>
        <w:t>3</w:t>
      </w:r>
      <w:r w:rsidR="004B7FDA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zadávací dokumentace</w:t>
      </w:r>
      <w:r w:rsidR="004B7FDA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Pr="00DC6B26">
        <w:rPr>
          <w:rFonts w:asciiTheme="minorHAnsi" w:hAnsiTheme="minorHAnsi" w:cs="Arial"/>
          <w:color w:val="000000" w:themeColor="text1"/>
          <w:sz w:val="22"/>
          <w:szCs w:val="22"/>
        </w:rPr>
        <w:t>Závazný návrh smlouvy o poskytování služeb autorského dozoru</w:t>
      </w:r>
      <w:r w:rsidR="004B7FDA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</w:t>
      </w:r>
      <w:r w:rsidR="004B7FDA">
        <w:rPr>
          <w:rFonts w:asciiTheme="minorHAnsi" w:hAnsiTheme="minorHAnsi" w:cs="Arial"/>
          <w:color w:val="000000" w:themeColor="text1"/>
          <w:sz w:val="22"/>
          <w:szCs w:val="22"/>
        </w:rPr>
        <w:t>y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B10E0D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B10E0D" w:rsidSect="003D78B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2" w:right="720" w:bottom="720" w:left="720" w:header="539" w:footer="471" w:gutter="0"/>
          <w:cols w:space="708"/>
          <w:titlePg/>
          <w:docGrid w:linePitch="360"/>
        </w:sectPr>
      </w:pP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B10E0D">
        <w:rPr>
          <w:rFonts w:asciiTheme="minorHAnsi" w:hAnsiTheme="minorHAnsi" w:cs="Arial"/>
          <w:sz w:val="22"/>
          <w:szCs w:val="22"/>
        </w:rPr>
        <w:t xml:space="preserve"> </w:t>
      </w:r>
      <w:r w:rsidRPr="00B10E0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>Podpis</w:t>
      </w:r>
      <w:r w:rsidR="00A80032" w:rsidRPr="00B10E0D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B10E0D">
        <w:rPr>
          <w:rFonts w:asciiTheme="minorHAnsi" w:hAnsiTheme="minorHAnsi" w:cs="Arial"/>
          <w:sz w:val="22"/>
          <w:szCs w:val="22"/>
        </w:rPr>
        <w:t>:</w:t>
      </w:r>
      <w:r w:rsidR="008D2666">
        <w:rPr>
          <w:rFonts w:asciiTheme="minorHAnsi" w:hAnsiTheme="minorHAnsi" w:cs="Arial"/>
          <w:sz w:val="22"/>
          <w:szCs w:val="22"/>
        </w:rPr>
        <w:t xml:space="preserve"> </w:t>
      </w:r>
      <w:r w:rsidR="008D2666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B10E0D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ab/>
      </w:r>
    </w:p>
    <w:sectPr w:rsidR="00B10E0D" w:rsidRPr="00B10E0D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3D78BF" w:rsidRPr="00E42670" w:rsidRDefault="003D78BF" w:rsidP="003D78BF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E42670">
          <w:rPr>
            <w:rFonts w:asciiTheme="minorHAnsi" w:hAnsiTheme="minorHAnsi"/>
            <w:sz w:val="22"/>
            <w:szCs w:val="22"/>
          </w:rPr>
          <w:fldChar w:fldCharType="separate"/>
        </w:r>
        <w:r>
          <w:rPr>
            <w:rFonts w:asciiTheme="minorHAnsi" w:hAnsiTheme="minorHAnsi"/>
            <w:noProof/>
            <w:sz w:val="22"/>
            <w:szCs w:val="22"/>
          </w:rPr>
          <w:t>1</w:t>
        </w:r>
        <w:r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BF" w:rsidRDefault="003D78BF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64DADCE" wp14:editId="2D119220">
          <wp:simplePos x="0" y="0"/>
          <wp:positionH relativeFrom="margin">
            <wp:posOffset>4362450</wp:posOffset>
          </wp:positionH>
          <wp:positionV relativeFrom="paragraph">
            <wp:posOffset>-48260</wp:posOffset>
          </wp:positionV>
          <wp:extent cx="2152015" cy="575945"/>
          <wp:effectExtent l="0" t="0" r="635" b="0"/>
          <wp:wrapNone/>
          <wp:docPr id="17" name="Obrázek 1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D78BF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54EAF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B7FDA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666"/>
    <w:rsid w:val="008D2C7F"/>
    <w:rsid w:val="008D4A84"/>
    <w:rsid w:val="008E38D6"/>
    <w:rsid w:val="008F775F"/>
    <w:rsid w:val="009017E2"/>
    <w:rsid w:val="009158AE"/>
    <w:rsid w:val="00916F56"/>
    <w:rsid w:val="0091756A"/>
    <w:rsid w:val="00920207"/>
    <w:rsid w:val="00925F56"/>
    <w:rsid w:val="00927006"/>
    <w:rsid w:val="00930D34"/>
    <w:rsid w:val="00934384"/>
    <w:rsid w:val="009344EA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0093"/>
    <w:rsid w:val="00C31699"/>
    <w:rsid w:val="00C34235"/>
    <w:rsid w:val="00C42BE3"/>
    <w:rsid w:val="00C51A92"/>
    <w:rsid w:val="00C544BB"/>
    <w:rsid w:val="00C601A2"/>
    <w:rsid w:val="00C623DD"/>
    <w:rsid w:val="00C62E7C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0072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C6B26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3069F-E7B0-4A3F-B345-B900801B4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10</TotalTime>
  <Pages>1</Pages>
  <Words>206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14</cp:revision>
  <cp:lastPrinted>2018-11-08T12:12:00Z</cp:lastPrinted>
  <dcterms:created xsi:type="dcterms:W3CDTF">2018-10-15T07:40:00Z</dcterms:created>
  <dcterms:modified xsi:type="dcterms:W3CDTF">2019-01-04T11:39:00Z</dcterms:modified>
</cp:coreProperties>
</file>